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91F6B" w14:textId="5C68D854" w:rsidR="004F4404" w:rsidRPr="00F32AE6" w:rsidRDefault="007F17E0" w:rsidP="004F4404">
      <w:pPr>
        <w:keepNext/>
        <w:tabs>
          <w:tab w:val="left" w:pos="0"/>
        </w:tabs>
        <w:spacing w:line="360" w:lineRule="auto"/>
        <w:jc w:val="right"/>
        <w:outlineLvl w:val="3"/>
        <w:rPr>
          <w:rFonts w:ascii="Arial" w:hAnsi="Arial" w:cs="Arial"/>
          <w:b/>
          <w:bCs/>
        </w:rPr>
      </w:pPr>
      <w:r w:rsidRPr="00F32AE6">
        <w:rPr>
          <w:rFonts w:ascii="Arial" w:hAnsi="Arial" w:cs="Arial"/>
          <w:b/>
          <w:bCs/>
        </w:rPr>
        <w:t xml:space="preserve">Załącznik nr </w:t>
      </w:r>
      <w:r w:rsidR="00D717E9" w:rsidRPr="00F32AE6">
        <w:rPr>
          <w:rFonts w:ascii="Arial" w:hAnsi="Arial" w:cs="Arial"/>
          <w:b/>
          <w:bCs/>
        </w:rPr>
        <w:t>3</w:t>
      </w:r>
      <w:r w:rsidR="00E23E68" w:rsidRPr="00F32AE6">
        <w:rPr>
          <w:rFonts w:ascii="Arial" w:hAnsi="Arial" w:cs="Arial"/>
          <w:b/>
          <w:bCs/>
        </w:rPr>
        <w:t xml:space="preserve"> do </w:t>
      </w:r>
      <w:r w:rsidR="002F29CE" w:rsidRPr="00F32AE6">
        <w:rPr>
          <w:rFonts w:ascii="Arial" w:hAnsi="Arial" w:cs="Arial"/>
          <w:b/>
          <w:bCs/>
        </w:rPr>
        <w:t>SWZ</w:t>
      </w:r>
      <w:r w:rsidR="00E23E68" w:rsidRPr="00F32AE6">
        <w:rPr>
          <w:rFonts w:ascii="Arial" w:hAnsi="Arial" w:cs="Arial"/>
          <w:b/>
          <w:bCs/>
        </w:rPr>
        <w:t xml:space="preserve"> </w:t>
      </w:r>
    </w:p>
    <w:p w14:paraId="5569E2FE" w14:textId="5A361139" w:rsidR="00E550B6" w:rsidRDefault="00E550B6" w:rsidP="004F4404">
      <w:pPr>
        <w:keepNext/>
        <w:tabs>
          <w:tab w:val="left" w:pos="0"/>
        </w:tabs>
        <w:spacing w:line="360" w:lineRule="auto"/>
        <w:jc w:val="right"/>
        <w:outlineLvl w:val="3"/>
        <w:rPr>
          <w:b/>
          <w:bCs/>
        </w:rPr>
      </w:pPr>
    </w:p>
    <w:tbl>
      <w:tblPr>
        <w:tblW w:w="1091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15"/>
      </w:tblGrid>
      <w:tr w:rsidR="007F17E0" w:rsidRPr="004F4404" w14:paraId="0D959727" w14:textId="77777777" w:rsidTr="00F32AE6">
        <w:trPr>
          <w:trHeight w:hRule="exact" w:val="1126"/>
        </w:trPr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1051D12" w14:textId="77777777" w:rsidR="00F32AE6" w:rsidRDefault="00F32AE6" w:rsidP="00F32AE6">
            <w:pPr>
              <w:spacing w:after="60"/>
              <w:jc w:val="center"/>
              <w:rPr>
                <w:rFonts w:ascii="Arial" w:hAnsi="Arial" w:cs="Arial"/>
                <w:sz w:val="28"/>
                <w:szCs w:val="36"/>
              </w:rPr>
            </w:pPr>
          </w:p>
          <w:p w14:paraId="0A18692B" w14:textId="09288671" w:rsidR="009B11F3" w:rsidRPr="000E33DE" w:rsidRDefault="007F17E0" w:rsidP="00F32AE6">
            <w:pPr>
              <w:spacing w:after="60"/>
              <w:jc w:val="center"/>
              <w:rPr>
                <w:rFonts w:ascii="Arial" w:hAnsi="Arial" w:cs="Arial"/>
                <w:b/>
                <w:bCs/>
                <w:sz w:val="28"/>
                <w:szCs w:val="36"/>
              </w:rPr>
            </w:pPr>
            <w:r w:rsidRPr="000E33DE">
              <w:rPr>
                <w:rFonts w:ascii="Arial" w:hAnsi="Arial" w:cs="Arial"/>
                <w:b/>
                <w:bCs/>
                <w:sz w:val="28"/>
                <w:szCs w:val="36"/>
              </w:rPr>
              <w:t>OŚWIADCZENIE</w:t>
            </w:r>
            <w:r w:rsidR="007020CA" w:rsidRPr="000E33DE">
              <w:rPr>
                <w:rFonts w:ascii="Arial" w:hAnsi="Arial" w:cs="Arial"/>
                <w:b/>
                <w:bCs/>
                <w:sz w:val="28"/>
                <w:szCs w:val="36"/>
              </w:rPr>
              <w:t xml:space="preserve"> O</w:t>
            </w:r>
            <w:r w:rsidR="00F32AE6" w:rsidRPr="000E33DE">
              <w:rPr>
                <w:rFonts w:ascii="Arial" w:hAnsi="Arial" w:cs="Arial"/>
                <w:b/>
                <w:bCs/>
                <w:sz w:val="28"/>
                <w:szCs w:val="36"/>
              </w:rPr>
              <w:t xml:space="preserve"> BRAKU PRZYNALEŻNOŚCI DO GRUPY KAPITAŁOWEJ </w:t>
            </w:r>
          </w:p>
          <w:p w14:paraId="15E80034" w14:textId="2E764919" w:rsidR="007F17E0" w:rsidRPr="009B11F3" w:rsidRDefault="007F17E0" w:rsidP="009B11F3">
            <w:pPr>
              <w:ind w:left="3857"/>
              <w:rPr>
                <w:rFonts w:cs="Arial"/>
                <w:sz w:val="22"/>
                <w:szCs w:val="22"/>
              </w:rPr>
            </w:pPr>
          </w:p>
          <w:p w14:paraId="5037F3EC" w14:textId="4D13F16B" w:rsidR="007F17E0" w:rsidRPr="00B1708B" w:rsidRDefault="007F17E0" w:rsidP="007020CA">
            <w:pPr>
              <w:pStyle w:val="Akapitzlist"/>
              <w:rPr>
                <w:rFonts w:cs="Arial"/>
                <w:sz w:val="22"/>
                <w:szCs w:val="22"/>
              </w:rPr>
            </w:pPr>
          </w:p>
        </w:tc>
      </w:tr>
    </w:tbl>
    <w:p w14:paraId="3ED474A8" w14:textId="13B33E2D" w:rsidR="004F4404" w:rsidRDefault="004F4404" w:rsidP="004F4404">
      <w:pPr>
        <w:tabs>
          <w:tab w:val="center" w:pos="4536"/>
          <w:tab w:val="right" w:pos="9072"/>
        </w:tabs>
        <w:spacing w:line="360" w:lineRule="auto"/>
        <w:jc w:val="both"/>
        <w:rPr>
          <w:rFonts w:cs="Arial"/>
        </w:rPr>
      </w:pPr>
    </w:p>
    <w:p w14:paraId="62FFC5C3" w14:textId="77777777" w:rsidR="008F2445" w:rsidRPr="00F32AE6" w:rsidRDefault="008F2445" w:rsidP="008F2445">
      <w:pPr>
        <w:spacing w:line="360" w:lineRule="auto"/>
        <w:rPr>
          <w:rFonts w:ascii="Arial" w:hAnsi="Arial" w:cs="Arial"/>
        </w:rPr>
      </w:pPr>
      <w:bookmarkStart w:id="0" w:name="_Hlk8636636"/>
      <w:r w:rsidRPr="00F32AE6">
        <w:rPr>
          <w:rFonts w:ascii="Arial" w:hAnsi="Arial" w:cs="Arial"/>
        </w:rPr>
        <w:t>…………............ (nazwa Wykonawcy)</w:t>
      </w:r>
    </w:p>
    <w:p w14:paraId="0952B1D8" w14:textId="3B0FEB2F" w:rsidR="008F2445" w:rsidRPr="00F32AE6" w:rsidRDefault="008F2445" w:rsidP="008F2445">
      <w:pPr>
        <w:spacing w:line="360" w:lineRule="auto"/>
        <w:rPr>
          <w:rFonts w:ascii="Arial" w:hAnsi="Arial" w:cs="Arial"/>
        </w:rPr>
      </w:pPr>
      <w:r w:rsidRPr="00F32AE6">
        <w:rPr>
          <w:rFonts w:ascii="Arial" w:hAnsi="Arial" w:cs="Arial"/>
        </w:rPr>
        <w:t>………….......</w:t>
      </w:r>
      <w:r w:rsidR="00F32AE6">
        <w:rPr>
          <w:rFonts w:ascii="Arial" w:hAnsi="Arial" w:cs="Arial"/>
        </w:rPr>
        <w:t>.</w:t>
      </w:r>
      <w:r w:rsidRPr="00F32AE6">
        <w:rPr>
          <w:rFonts w:ascii="Arial" w:hAnsi="Arial" w:cs="Arial"/>
        </w:rPr>
        <w:t xml:space="preserve">..... (adres Wykonawcy) </w:t>
      </w:r>
    </w:p>
    <w:p w14:paraId="447D6371" w14:textId="6CBE4EA0" w:rsidR="008F2445" w:rsidRPr="00F32AE6" w:rsidRDefault="008F2445" w:rsidP="008F2445">
      <w:pPr>
        <w:spacing w:line="360" w:lineRule="auto"/>
        <w:rPr>
          <w:rFonts w:ascii="Arial" w:hAnsi="Arial" w:cs="Arial"/>
        </w:rPr>
      </w:pPr>
      <w:r w:rsidRPr="00F32AE6">
        <w:rPr>
          <w:rFonts w:ascii="Arial" w:hAnsi="Arial" w:cs="Arial"/>
        </w:rPr>
        <w:t>…………....</w:t>
      </w:r>
      <w:r w:rsidR="00F32AE6">
        <w:rPr>
          <w:rFonts w:ascii="Arial" w:hAnsi="Arial" w:cs="Arial"/>
        </w:rPr>
        <w:t>...</w:t>
      </w:r>
      <w:r w:rsidRPr="00F32AE6">
        <w:rPr>
          <w:rFonts w:ascii="Arial" w:hAnsi="Arial" w:cs="Arial"/>
        </w:rPr>
        <w:t>..</w:t>
      </w:r>
      <w:r w:rsidR="00F32AE6">
        <w:rPr>
          <w:rFonts w:ascii="Arial" w:hAnsi="Arial" w:cs="Arial"/>
        </w:rPr>
        <w:t>..</w:t>
      </w:r>
      <w:r w:rsidRPr="00F32AE6">
        <w:rPr>
          <w:rFonts w:ascii="Arial" w:hAnsi="Arial" w:cs="Arial"/>
        </w:rPr>
        <w:t xml:space="preserve">...... (NIP Wykonawcy) </w:t>
      </w:r>
    </w:p>
    <w:bookmarkEnd w:id="0"/>
    <w:p w14:paraId="3A77743E" w14:textId="77777777" w:rsidR="008F2445" w:rsidRPr="00F32AE6" w:rsidRDefault="008F2445" w:rsidP="004F4404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</w:rPr>
      </w:pPr>
    </w:p>
    <w:p w14:paraId="778C216D" w14:textId="3E64F7DC" w:rsidR="00B1708B" w:rsidRDefault="004F4404" w:rsidP="00081FB6">
      <w:pPr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  <w:r w:rsidRPr="00F32AE6">
        <w:rPr>
          <w:rFonts w:ascii="Arial" w:hAnsi="Arial" w:cs="Arial"/>
          <w:b/>
        </w:rPr>
        <w:t>OŚWIADCZAMY</w:t>
      </w:r>
      <w:r w:rsidR="00147D36" w:rsidRPr="00F32AE6">
        <w:rPr>
          <w:rFonts w:ascii="Arial" w:hAnsi="Arial" w:cs="Arial"/>
        </w:rPr>
        <w:t>, iż</w:t>
      </w:r>
      <w:r w:rsidR="00B1708B" w:rsidRPr="00F32AE6">
        <w:rPr>
          <w:rFonts w:ascii="Arial" w:hAnsi="Arial" w:cs="Arial"/>
        </w:rPr>
        <w:t>:</w:t>
      </w:r>
    </w:p>
    <w:p w14:paraId="135ECAA6" w14:textId="77777777" w:rsidR="005E2E86" w:rsidRPr="00F32AE6" w:rsidRDefault="005E2E86" w:rsidP="00081FB6">
      <w:pPr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</w:p>
    <w:p w14:paraId="01013AAB" w14:textId="127C7A24" w:rsidR="009B11F3" w:rsidRDefault="009B11F3" w:rsidP="00081FB6">
      <w:pPr>
        <w:pStyle w:val="Akapitzlist"/>
        <w:numPr>
          <w:ilvl w:val="0"/>
          <w:numId w:val="37"/>
        </w:numPr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  <w:r w:rsidRPr="00F32AE6">
        <w:rPr>
          <w:rFonts w:ascii="Arial" w:hAnsi="Arial" w:cs="Arial"/>
        </w:rPr>
        <w:t>Nie przynależymy do tej samej grupy kapitałowej, w rozumieniu ustawy z dnia 16 lutego 2007 r. o ochronie konkuren</w:t>
      </w:r>
      <w:r w:rsidR="0077336F">
        <w:rPr>
          <w:rFonts w:ascii="Arial" w:hAnsi="Arial" w:cs="Arial"/>
        </w:rPr>
        <w:t xml:space="preserve">cji i konsumentów (Dz. U. z </w:t>
      </w:r>
      <w:r w:rsidR="00A878E1" w:rsidRPr="00A878E1">
        <w:rPr>
          <w:rFonts w:ascii="Arial" w:hAnsi="Arial" w:cs="Arial"/>
        </w:rPr>
        <w:t>20</w:t>
      </w:r>
      <w:r w:rsidR="000B3675">
        <w:rPr>
          <w:rFonts w:ascii="Arial" w:hAnsi="Arial" w:cs="Arial"/>
        </w:rPr>
        <w:t>24</w:t>
      </w:r>
      <w:r w:rsidR="00A878E1" w:rsidRPr="00A878E1">
        <w:rPr>
          <w:rFonts w:ascii="Arial" w:hAnsi="Arial" w:cs="Arial"/>
        </w:rPr>
        <w:t xml:space="preserve"> poz. </w:t>
      </w:r>
      <w:r w:rsidR="000B3675">
        <w:rPr>
          <w:rFonts w:ascii="Arial" w:hAnsi="Arial" w:cs="Arial"/>
        </w:rPr>
        <w:t>594</w:t>
      </w:r>
      <w:r w:rsidRPr="00F32AE6">
        <w:rPr>
          <w:rFonts w:ascii="Arial" w:hAnsi="Arial" w:cs="Arial"/>
        </w:rPr>
        <w:t>), z innym wykonawcą, który złożył odrębną ofertę</w:t>
      </w:r>
      <w:r w:rsidR="00D717E9" w:rsidRPr="00F32AE6">
        <w:rPr>
          <w:rFonts w:ascii="Arial" w:hAnsi="Arial" w:cs="Arial"/>
        </w:rPr>
        <w:t>.*</w:t>
      </w:r>
    </w:p>
    <w:p w14:paraId="15753FC1" w14:textId="77777777" w:rsidR="005E2E86" w:rsidRPr="00F32AE6" w:rsidRDefault="005E2E86" w:rsidP="005E2E86">
      <w:pPr>
        <w:pStyle w:val="Akapitzlist"/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</w:p>
    <w:p w14:paraId="5FA6EF54" w14:textId="3143ED32" w:rsidR="009B11F3" w:rsidRPr="00F32AE6" w:rsidRDefault="00AB5FBC" w:rsidP="009B11F3">
      <w:pPr>
        <w:pStyle w:val="Akapitzlist"/>
        <w:numPr>
          <w:ilvl w:val="0"/>
          <w:numId w:val="37"/>
        </w:numPr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  <w:r w:rsidRPr="00F32AE6">
        <w:rPr>
          <w:rFonts w:ascii="Arial" w:hAnsi="Arial" w:cs="Arial"/>
        </w:rPr>
        <w:t>P</w:t>
      </w:r>
      <w:r w:rsidR="009B11F3" w:rsidRPr="00F32AE6">
        <w:rPr>
          <w:rFonts w:ascii="Arial" w:hAnsi="Arial" w:cs="Arial"/>
        </w:rPr>
        <w:t xml:space="preserve">rzynależymy do tej samej grupy kapitałowej, w rozumieniu ustawy z dnia 16 lutego 2007 r. o ochronie konkurencji i konsumentów (Dz. U. z </w:t>
      </w:r>
      <w:r w:rsidR="00A878E1" w:rsidRPr="00A878E1">
        <w:rPr>
          <w:rFonts w:ascii="Arial" w:hAnsi="Arial" w:cs="Arial"/>
        </w:rPr>
        <w:t>20</w:t>
      </w:r>
      <w:r w:rsidR="000B3675">
        <w:rPr>
          <w:rFonts w:ascii="Arial" w:hAnsi="Arial" w:cs="Arial"/>
        </w:rPr>
        <w:t>24</w:t>
      </w:r>
      <w:r w:rsidR="00965F53">
        <w:rPr>
          <w:rFonts w:ascii="Arial" w:hAnsi="Arial" w:cs="Arial"/>
        </w:rPr>
        <w:t xml:space="preserve"> </w:t>
      </w:r>
      <w:r w:rsidR="00A878E1" w:rsidRPr="00A878E1">
        <w:rPr>
          <w:rFonts w:ascii="Arial" w:hAnsi="Arial" w:cs="Arial"/>
        </w:rPr>
        <w:t xml:space="preserve">poz. </w:t>
      </w:r>
      <w:r w:rsidR="000B3675">
        <w:rPr>
          <w:rFonts w:ascii="Arial" w:hAnsi="Arial" w:cs="Arial"/>
        </w:rPr>
        <w:t>594</w:t>
      </w:r>
      <w:r w:rsidR="009B11F3" w:rsidRPr="00F32AE6">
        <w:rPr>
          <w:rFonts w:ascii="Arial" w:hAnsi="Arial" w:cs="Arial"/>
        </w:rPr>
        <w:t>), z innym wykonawcą, który złożył odrębną ofertę</w:t>
      </w:r>
      <w:r w:rsidR="00D717E9" w:rsidRPr="00F32AE6">
        <w:rPr>
          <w:rFonts w:ascii="Arial" w:hAnsi="Arial" w:cs="Arial"/>
        </w:rPr>
        <w:t>.*</w:t>
      </w:r>
    </w:p>
    <w:p w14:paraId="2820A7FB" w14:textId="271DDED5" w:rsidR="009B11F3" w:rsidRPr="00F32AE6" w:rsidRDefault="00C97673" w:rsidP="00C97673">
      <w:pPr>
        <w:pStyle w:val="Akapitzlist"/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  <w:r w:rsidRPr="00F32AE6">
        <w:rPr>
          <w:rFonts w:ascii="Arial" w:hAnsi="Arial" w:cs="Arial"/>
        </w:rPr>
        <w:t xml:space="preserve">W takim przypadku należy, do przedmiotowego oświadczania, </w:t>
      </w:r>
      <w:r w:rsidRPr="00F32AE6">
        <w:rPr>
          <w:rFonts w:ascii="Arial" w:hAnsi="Arial" w:cs="Arial"/>
          <w:b/>
          <w:bCs/>
        </w:rPr>
        <w:t>dołączyć</w:t>
      </w:r>
      <w:r w:rsidR="009B11F3" w:rsidRPr="00F32AE6">
        <w:rPr>
          <w:rFonts w:ascii="Arial" w:hAnsi="Arial" w:cs="Arial"/>
        </w:rPr>
        <w:t xml:space="preserve"> </w:t>
      </w:r>
      <w:r w:rsidR="009B11F3" w:rsidRPr="00F32AE6">
        <w:rPr>
          <w:rFonts w:ascii="Arial" w:hAnsi="Arial" w:cs="Arial"/>
          <w:b/>
          <w:bCs/>
        </w:rPr>
        <w:t>dokument</w:t>
      </w:r>
      <w:r w:rsidRPr="00F32AE6">
        <w:rPr>
          <w:rFonts w:ascii="Arial" w:hAnsi="Arial" w:cs="Arial"/>
          <w:b/>
          <w:bCs/>
        </w:rPr>
        <w:t>y</w:t>
      </w:r>
      <w:r w:rsidR="009B11F3" w:rsidRPr="00F32AE6">
        <w:rPr>
          <w:rFonts w:ascii="Arial" w:hAnsi="Arial" w:cs="Arial"/>
        </w:rPr>
        <w:t xml:space="preserve"> lub informacj</w:t>
      </w:r>
      <w:r w:rsidRPr="00F32AE6">
        <w:rPr>
          <w:rFonts w:ascii="Arial" w:hAnsi="Arial" w:cs="Arial"/>
        </w:rPr>
        <w:t>e</w:t>
      </w:r>
      <w:r w:rsidR="009B11F3" w:rsidRPr="00F32AE6">
        <w:rPr>
          <w:rFonts w:ascii="Arial" w:hAnsi="Arial" w:cs="Arial"/>
        </w:rPr>
        <w:t xml:space="preserve"> potwierdzając</w:t>
      </w:r>
      <w:r w:rsidRPr="00F32AE6">
        <w:rPr>
          <w:rFonts w:ascii="Arial" w:hAnsi="Arial" w:cs="Arial"/>
        </w:rPr>
        <w:t>e</w:t>
      </w:r>
      <w:r w:rsidR="009B11F3" w:rsidRPr="00F32AE6">
        <w:rPr>
          <w:rFonts w:ascii="Arial" w:hAnsi="Arial" w:cs="Arial"/>
        </w:rPr>
        <w:t xml:space="preserve"> przygotowanie oferty</w:t>
      </w:r>
      <w:r w:rsidR="00D717E9" w:rsidRPr="00F32AE6">
        <w:rPr>
          <w:rFonts w:ascii="Arial" w:hAnsi="Arial" w:cs="Arial"/>
        </w:rPr>
        <w:t>.</w:t>
      </w:r>
      <w:r w:rsidR="009B11F3" w:rsidRPr="00F32AE6">
        <w:rPr>
          <w:rFonts w:ascii="Arial" w:hAnsi="Arial" w:cs="Arial"/>
        </w:rPr>
        <w:t xml:space="preserve"> niezależnie od innego wykonawcy należącego do tej samej grupy kapitałowej</w:t>
      </w:r>
      <w:r w:rsidRPr="00F32AE6">
        <w:rPr>
          <w:rFonts w:ascii="Arial" w:hAnsi="Arial" w:cs="Arial"/>
        </w:rPr>
        <w:t>.</w:t>
      </w:r>
    </w:p>
    <w:p w14:paraId="5323083B" w14:textId="1DDA1AFF" w:rsidR="00636E28" w:rsidRPr="00F32AE6" w:rsidRDefault="00636E28" w:rsidP="00475F31">
      <w:pPr>
        <w:ind w:left="567" w:right="566"/>
        <w:rPr>
          <w:rFonts w:ascii="Arial" w:hAnsi="Arial" w:cs="Arial"/>
          <w:sz w:val="22"/>
          <w:szCs w:val="22"/>
        </w:rPr>
      </w:pPr>
    </w:p>
    <w:p w14:paraId="534A6C99" w14:textId="6934F9C1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305E4897" w14:textId="2C139CC7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0772428E" w14:textId="45700745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7C9D9529" w14:textId="44703AA2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0223577C" w14:textId="77777777" w:rsidR="000E33DE" w:rsidRDefault="000E33DE" w:rsidP="000E33DE">
      <w:pPr>
        <w:spacing w:line="360" w:lineRule="auto"/>
        <w:ind w:left="2836"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20DFDC42" w14:textId="77777777" w:rsidR="000E33DE" w:rsidRPr="00520F90" w:rsidRDefault="000E33DE" w:rsidP="000E33D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08632B1" w14:textId="575381F9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39AE06D9" w14:textId="6449810E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72E8E833" w14:textId="6C20DEDE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4412CBAE" w14:textId="201CB4BE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084EB165" w14:textId="4DF83766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46721760" w14:textId="21F7971E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326D1A30" w14:textId="1E92776F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752DB63E" w14:textId="75B567C0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4B4341AC" w14:textId="60C5FE6A" w:rsidR="008378DA" w:rsidRPr="000B3675" w:rsidRDefault="008378DA" w:rsidP="008378DA">
      <w:pPr>
        <w:ind w:firstLine="709"/>
        <w:rPr>
          <w:rFonts w:ascii="Arial" w:hAnsi="Arial" w:cs="Arial"/>
          <w:sz w:val="14"/>
          <w:szCs w:val="14"/>
        </w:rPr>
      </w:pPr>
      <w:r w:rsidRPr="000B3675">
        <w:rPr>
          <w:rFonts w:ascii="Arial" w:hAnsi="Arial" w:cs="Arial"/>
          <w:sz w:val="14"/>
          <w:szCs w:val="14"/>
        </w:rPr>
        <w:t>* Niepotrzebne skreślić</w:t>
      </w:r>
      <w:r w:rsidR="006A0B12" w:rsidRPr="000B3675">
        <w:rPr>
          <w:rFonts w:ascii="Arial" w:hAnsi="Arial" w:cs="Arial"/>
          <w:sz w:val="14"/>
          <w:szCs w:val="14"/>
        </w:rPr>
        <w:t>; oświadczenie nie dotyczy innych podmiotów, o których mowa w art. 118 Ustawy</w:t>
      </w:r>
    </w:p>
    <w:sectPr w:rsidR="008378DA" w:rsidRPr="000B3675" w:rsidSect="00147D3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type w:val="continuous"/>
      <w:pgSz w:w="11906" w:h="16838" w:code="9"/>
      <w:pgMar w:top="1055" w:right="567" w:bottom="851" w:left="567" w:header="357" w:footer="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F11B3" w14:textId="77777777" w:rsidR="00A22B02" w:rsidRDefault="00A22B02">
      <w:r>
        <w:separator/>
      </w:r>
    </w:p>
  </w:endnote>
  <w:endnote w:type="continuationSeparator" w:id="0">
    <w:p w14:paraId="491D4274" w14:textId="77777777" w:rsidR="00A22B02" w:rsidRDefault="00A2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F8794" w14:textId="77777777" w:rsidR="00264CCB" w:rsidRDefault="00264C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F10A71" w14:textId="77777777" w:rsidR="00264CCB" w:rsidRDefault="00264C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2817D" w14:textId="77777777" w:rsidR="00264CCB" w:rsidRDefault="00264CCB">
    <w:pPr>
      <w:pStyle w:val="Stopka"/>
      <w:framePr w:wrap="around" w:vAnchor="text" w:hAnchor="page" w:x="11250" w:y="-11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708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8AE8A87" w14:textId="77777777" w:rsidR="00264CCB" w:rsidRDefault="00264CCB">
    <w:pPr>
      <w:pStyle w:val="Stopka"/>
      <w:ind w:right="360"/>
    </w:pPr>
  </w:p>
  <w:p w14:paraId="1B052906" w14:textId="77777777" w:rsidR="00264CCB" w:rsidRDefault="00264CC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7517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240"/>
      <w:gridCol w:w="360"/>
      <w:gridCol w:w="3917"/>
    </w:tblGrid>
    <w:tr w:rsidR="00E42572" w14:paraId="3B94D8C4" w14:textId="77777777" w:rsidTr="00E42572">
      <w:trPr>
        <w:trHeight w:hRule="exact" w:val="113"/>
      </w:trPr>
      <w:tc>
        <w:tcPr>
          <w:tcW w:w="3240" w:type="dxa"/>
          <w:tcBorders>
            <w:top w:val="nil"/>
            <w:left w:val="nil"/>
            <w:bottom w:val="nil"/>
            <w:right w:val="nil"/>
          </w:tcBorders>
        </w:tcPr>
        <w:p w14:paraId="11FC550B" w14:textId="77777777" w:rsidR="00E42572" w:rsidRPr="009F7FC9" w:rsidRDefault="00E42572" w:rsidP="00E42572">
          <w:pPr>
            <w:rPr>
              <w:b/>
              <w:color w:val="5F5F5F"/>
            </w:rPr>
          </w:pPr>
        </w:p>
      </w:tc>
      <w:tc>
        <w:tcPr>
          <w:tcW w:w="360" w:type="dxa"/>
          <w:tcBorders>
            <w:top w:val="nil"/>
            <w:left w:val="nil"/>
            <w:bottom w:val="nil"/>
            <w:right w:val="nil"/>
          </w:tcBorders>
        </w:tcPr>
        <w:p w14:paraId="185751DA" w14:textId="77777777" w:rsidR="00E42572" w:rsidRDefault="00E42572" w:rsidP="005351C4">
          <w:pPr>
            <w:pStyle w:val="Stopka"/>
          </w:pPr>
        </w:p>
      </w:tc>
      <w:tc>
        <w:tcPr>
          <w:tcW w:w="3917" w:type="dxa"/>
          <w:tcBorders>
            <w:top w:val="nil"/>
            <w:left w:val="nil"/>
            <w:bottom w:val="nil"/>
            <w:right w:val="nil"/>
          </w:tcBorders>
        </w:tcPr>
        <w:p w14:paraId="68EBDD47" w14:textId="77777777" w:rsidR="00E42572" w:rsidRPr="009F7FC9" w:rsidRDefault="00E42572" w:rsidP="009F7FC9">
          <w:pPr>
            <w:pStyle w:val="Stopka"/>
            <w:jc w:val="center"/>
            <w:rPr>
              <w:b/>
              <w:color w:val="5F5F5F"/>
            </w:rPr>
          </w:pPr>
        </w:p>
      </w:tc>
    </w:tr>
  </w:tbl>
  <w:p w14:paraId="584CA73A" w14:textId="77777777" w:rsidR="00264CCB" w:rsidRDefault="00264CCB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7F3B5" w14:textId="77777777" w:rsidR="00A22B02" w:rsidRDefault="00A22B02">
      <w:r>
        <w:separator/>
      </w:r>
    </w:p>
  </w:footnote>
  <w:footnote w:type="continuationSeparator" w:id="0">
    <w:p w14:paraId="0AFB7559" w14:textId="77777777" w:rsidR="00A22B02" w:rsidRDefault="00A22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55B8C" w14:textId="77777777" w:rsidR="00264CCB" w:rsidRDefault="00264CCB" w:rsidP="0041391C">
    <w:pPr>
      <w:pStyle w:val="Nagwek"/>
      <w:jc w:val="center"/>
    </w:pPr>
    <w:r>
      <w:rPr>
        <w:noProof/>
      </w:rPr>
      <w:drawing>
        <wp:inline distT="0" distB="0" distL="0" distR="0" wp14:anchorId="23E99666" wp14:editId="533B9DF8">
          <wp:extent cx="6835140" cy="361950"/>
          <wp:effectExtent l="19050" t="0" r="3810" b="0"/>
          <wp:docPr id="31" name="Obraz 4" descr="belka gora c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elka gora c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514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375F874" w14:textId="77777777" w:rsidR="00264CCB" w:rsidRDefault="00264C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114B8" w14:textId="22FCC782" w:rsidR="007E5FBE" w:rsidRPr="007E5FBE" w:rsidRDefault="007E5FBE" w:rsidP="007E5FBE">
    <w:pPr>
      <w:pStyle w:val="Nagwek"/>
      <w:jc w:val="center"/>
      <w:rPr>
        <w:rFonts w:ascii="Arial" w:hAnsi="Arial" w:cs="Arial"/>
        <w:sz w:val="16"/>
        <w:szCs w:val="16"/>
      </w:rPr>
    </w:pPr>
    <w:r w:rsidRPr="007E5FBE">
      <w:rPr>
        <w:rFonts w:ascii="Arial" w:hAnsi="Arial" w:cs="Arial"/>
        <w:sz w:val="16"/>
        <w:szCs w:val="16"/>
      </w:rPr>
      <w:t>Specyfikacja Warunków Zamówienia</w:t>
    </w:r>
  </w:p>
  <w:p w14:paraId="7844B3D4" w14:textId="3ECA917D" w:rsidR="007E5FBE" w:rsidRPr="007E5FBE" w:rsidRDefault="007E5FBE" w:rsidP="007E5FBE">
    <w:pPr>
      <w:pStyle w:val="Nagwek"/>
      <w:jc w:val="center"/>
      <w:rPr>
        <w:rFonts w:ascii="Arial" w:hAnsi="Arial" w:cs="Arial"/>
        <w:sz w:val="16"/>
        <w:szCs w:val="16"/>
      </w:rPr>
    </w:pPr>
    <w:r w:rsidRPr="007E5FBE">
      <w:rPr>
        <w:rFonts w:ascii="Arial" w:hAnsi="Arial" w:cs="Arial"/>
        <w:sz w:val="16"/>
        <w:szCs w:val="16"/>
      </w:rPr>
      <w:t>„Zakup i dostawa produktów żywnościowych do kuchni Przedszkola nr 427„Kraina Radości” w Warszawie w 202</w:t>
    </w:r>
    <w:r w:rsidR="005E2E86">
      <w:rPr>
        <w:rFonts w:ascii="Arial" w:hAnsi="Arial" w:cs="Arial"/>
        <w:sz w:val="16"/>
        <w:szCs w:val="16"/>
      </w:rPr>
      <w:t>6</w:t>
    </w:r>
    <w:r w:rsidRPr="007E5FBE">
      <w:rPr>
        <w:rFonts w:ascii="Arial" w:hAnsi="Arial" w:cs="Arial"/>
        <w:sz w:val="16"/>
        <w:szCs w:val="16"/>
      </w:rPr>
      <w:t xml:space="preserve"> r.”</w:t>
    </w:r>
  </w:p>
  <w:p w14:paraId="7EB3B5D0" w14:textId="2C95DC24" w:rsidR="007E5FBE" w:rsidRPr="007E5FBE" w:rsidRDefault="007E5FBE" w:rsidP="007E5FBE">
    <w:pPr>
      <w:pStyle w:val="Nagwek"/>
      <w:jc w:val="center"/>
      <w:rPr>
        <w:rFonts w:ascii="Arial" w:hAnsi="Arial" w:cs="Arial"/>
        <w:b/>
        <w:sz w:val="16"/>
        <w:szCs w:val="16"/>
      </w:rPr>
    </w:pPr>
    <w:r w:rsidRPr="007E5FBE">
      <w:rPr>
        <w:rFonts w:ascii="Arial" w:hAnsi="Arial" w:cs="Arial"/>
        <w:sz w:val="16"/>
        <w:szCs w:val="16"/>
      </w:rPr>
      <w:t>Znak postępowania: 1/P427/Z.O/202</w:t>
    </w:r>
    <w:r w:rsidR="005E2E86">
      <w:rPr>
        <w:rFonts w:ascii="Arial" w:hAnsi="Arial" w:cs="Arial"/>
        <w:sz w:val="16"/>
        <w:szCs w:val="16"/>
      </w:rPr>
      <w:t>5</w:t>
    </w:r>
  </w:p>
  <w:p w14:paraId="1333628B" w14:textId="5ACEB34A" w:rsidR="00264CCB" w:rsidRPr="007E5FBE" w:rsidRDefault="00264CCB" w:rsidP="007E5FB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20D7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3B32DE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C0403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2AF790A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0069E5"/>
    <w:multiLevelType w:val="multilevel"/>
    <w:tmpl w:val="CB40F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6774FA"/>
    <w:multiLevelType w:val="hybridMultilevel"/>
    <w:tmpl w:val="C0A06468"/>
    <w:lvl w:ilvl="0" w:tplc="ED2C383C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cs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9C0825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42E8F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BD67516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B5662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E9F421C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2E07424"/>
    <w:multiLevelType w:val="hybridMultilevel"/>
    <w:tmpl w:val="FF44A26A"/>
    <w:lvl w:ilvl="0" w:tplc="0415000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72" w:hanging="360"/>
      </w:pPr>
      <w:rPr>
        <w:rFonts w:ascii="Wingdings" w:hAnsi="Wingdings" w:hint="default"/>
      </w:rPr>
    </w:lvl>
  </w:abstractNum>
  <w:abstractNum w:abstractNumId="13" w15:restartNumberingAfterBreak="0">
    <w:nsid w:val="332375B2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3841849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B556F"/>
    <w:multiLevelType w:val="hybridMultilevel"/>
    <w:tmpl w:val="4A3E8958"/>
    <w:lvl w:ilvl="0" w:tplc="6388AF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 w:tplc="74DEF85C">
      <w:numFmt w:val="none"/>
      <w:lvlText w:val=""/>
      <w:lvlJc w:val="left"/>
      <w:pPr>
        <w:tabs>
          <w:tab w:val="num" w:pos="360"/>
        </w:tabs>
      </w:pPr>
    </w:lvl>
    <w:lvl w:ilvl="2" w:tplc="726AD162">
      <w:numFmt w:val="none"/>
      <w:lvlText w:val=""/>
      <w:lvlJc w:val="left"/>
      <w:pPr>
        <w:tabs>
          <w:tab w:val="num" w:pos="360"/>
        </w:tabs>
      </w:pPr>
    </w:lvl>
    <w:lvl w:ilvl="3" w:tplc="3B28BAD2">
      <w:numFmt w:val="none"/>
      <w:lvlText w:val=""/>
      <w:lvlJc w:val="left"/>
      <w:pPr>
        <w:tabs>
          <w:tab w:val="num" w:pos="360"/>
        </w:tabs>
      </w:pPr>
    </w:lvl>
    <w:lvl w:ilvl="4" w:tplc="AC76CE7C">
      <w:numFmt w:val="none"/>
      <w:lvlText w:val=""/>
      <w:lvlJc w:val="left"/>
      <w:pPr>
        <w:tabs>
          <w:tab w:val="num" w:pos="360"/>
        </w:tabs>
      </w:pPr>
    </w:lvl>
    <w:lvl w:ilvl="5" w:tplc="F412FF54">
      <w:numFmt w:val="none"/>
      <w:lvlText w:val=""/>
      <w:lvlJc w:val="left"/>
      <w:pPr>
        <w:tabs>
          <w:tab w:val="num" w:pos="360"/>
        </w:tabs>
      </w:pPr>
    </w:lvl>
    <w:lvl w:ilvl="6" w:tplc="F1889DAA">
      <w:numFmt w:val="none"/>
      <w:lvlText w:val=""/>
      <w:lvlJc w:val="left"/>
      <w:pPr>
        <w:tabs>
          <w:tab w:val="num" w:pos="360"/>
        </w:tabs>
      </w:pPr>
    </w:lvl>
    <w:lvl w:ilvl="7" w:tplc="1D781032">
      <w:numFmt w:val="none"/>
      <w:lvlText w:val=""/>
      <w:lvlJc w:val="left"/>
      <w:pPr>
        <w:tabs>
          <w:tab w:val="num" w:pos="360"/>
        </w:tabs>
      </w:pPr>
    </w:lvl>
    <w:lvl w:ilvl="8" w:tplc="9CF290A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95419B9"/>
    <w:multiLevelType w:val="multilevel"/>
    <w:tmpl w:val="2BE0C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6966A5"/>
    <w:multiLevelType w:val="hybridMultilevel"/>
    <w:tmpl w:val="FD122D68"/>
    <w:lvl w:ilvl="0" w:tplc="44306CCA">
      <w:numFmt w:val="bullet"/>
      <w:lvlText w:val=""/>
      <w:lvlJc w:val="left"/>
      <w:pPr>
        <w:ind w:left="510" w:hanging="41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8" w15:restartNumberingAfterBreak="0">
    <w:nsid w:val="44F1138F"/>
    <w:multiLevelType w:val="hybridMultilevel"/>
    <w:tmpl w:val="2E1A211A"/>
    <w:lvl w:ilvl="0" w:tplc="CFF0CA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5003D"/>
    <w:multiLevelType w:val="hybridMultilevel"/>
    <w:tmpl w:val="1D76AF66"/>
    <w:lvl w:ilvl="0" w:tplc="758E553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B6031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5746E7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23D1A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91871B8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C2311D2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A0967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7143E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42546BE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A6E0731"/>
    <w:multiLevelType w:val="hybridMultilevel"/>
    <w:tmpl w:val="21AE7F16"/>
    <w:lvl w:ilvl="0" w:tplc="ED2C383C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cs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57515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5CE804B0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F575CFD"/>
    <w:multiLevelType w:val="hybridMultilevel"/>
    <w:tmpl w:val="FB767CD0"/>
    <w:lvl w:ilvl="0" w:tplc="DEBA0F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337791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B4872F2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34AAB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E712E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013B3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A68CB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53CC5"/>
    <w:multiLevelType w:val="hybridMultilevel"/>
    <w:tmpl w:val="9C3EA452"/>
    <w:lvl w:ilvl="0" w:tplc="C3BEFED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3503F9"/>
    <w:multiLevelType w:val="hybridMultilevel"/>
    <w:tmpl w:val="0A06F582"/>
    <w:lvl w:ilvl="0" w:tplc="8B8844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339491">
    <w:abstractNumId w:val="11"/>
  </w:num>
  <w:num w:numId="2" w16cid:durableId="1550410201">
    <w:abstractNumId w:val="16"/>
  </w:num>
  <w:num w:numId="3" w16cid:durableId="1674527939">
    <w:abstractNumId w:val="21"/>
  </w:num>
  <w:num w:numId="4" w16cid:durableId="6661337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362050">
    <w:abstractNumId w:val="1"/>
  </w:num>
  <w:num w:numId="6" w16cid:durableId="1149587993">
    <w:abstractNumId w:val="24"/>
  </w:num>
  <w:num w:numId="7" w16cid:durableId="269362961">
    <w:abstractNumId w:val="13"/>
  </w:num>
  <w:num w:numId="8" w16cid:durableId="72239603">
    <w:abstractNumId w:val="14"/>
  </w:num>
  <w:num w:numId="9" w16cid:durableId="2020815006">
    <w:abstractNumId w:val="23"/>
  </w:num>
  <w:num w:numId="10" w16cid:durableId="1118447632">
    <w:abstractNumId w:val="20"/>
  </w:num>
  <w:num w:numId="11" w16cid:durableId="1807776437">
    <w:abstractNumId w:val="5"/>
  </w:num>
  <w:num w:numId="12" w16cid:durableId="709066047">
    <w:abstractNumId w:val="25"/>
  </w:num>
  <w:num w:numId="13" w16cid:durableId="1949507631">
    <w:abstractNumId w:val="32"/>
  </w:num>
  <w:num w:numId="14" w16cid:durableId="203296681">
    <w:abstractNumId w:val="7"/>
  </w:num>
  <w:num w:numId="15" w16cid:durableId="2142962672">
    <w:abstractNumId w:val="29"/>
  </w:num>
  <w:num w:numId="16" w16cid:durableId="491141976">
    <w:abstractNumId w:val="26"/>
  </w:num>
  <w:num w:numId="17" w16cid:durableId="145174560">
    <w:abstractNumId w:val="35"/>
  </w:num>
  <w:num w:numId="18" w16cid:durableId="137191299">
    <w:abstractNumId w:val="27"/>
  </w:num>
  <w:num w:numId="19" w16cid:durableId="792865662">
    <w:abstractNumId w:val="10"/>
  </w:num>
  <w:num w:numId="20" w16cid:durableId="911810548">
    <w:abstractNumId w:val="3"/>
  </w:num>
  <w:num w:numId="21" w16cid:durableId="567350258">
    <w:abstractNumId w:val="0"/>
  </w:num>
  <w:num w:numId="22" w16cid:durableId="2038312464">
    <w:abstractNumId w:val="22"/>
  </w:num>
  <w:num w:numId="23" w16cid:durableId="2439663">
    <w:abstractNumId w:val="8"/>
  </w:num>
  <w:num w:numId="24" w16cid:durableId="387384217">
    <w:abstractNumId w:val="4"/>
  </w:num>
  <w:num w:numId="25" w16cid:durableId="1254513889">
    <w:abstractNumId w:val="36"/>
  </w:num>
  <w:num w:numId="26" w16cid:durableId="1737967807">
    <w:abstractNumId w:val="37"/>
  </w:num>
  <w:num w:numId="27" w16cid:durableId="44913576">
    <w:abstractNumId w:val="33"/>
  </w:num>
  <w:num w:numId="28" w16cid:durableId="1246915467">
    <w:abstractNumId w:val="34"/>
  </w:num>
  <w:num w:numId="29" w16cid:durableId="561991659">
    <w:abstractNumId w:val="9"/>
  </w:num>
  <w:num w:numId="30" w16cid:durableId="212279997">
    <w:abstractNumId w:val="30"/>
  </w:num>
  <w:num w:numId="31" w16cid:durableId="1146968869">
    <w:abstractNumId w:val="31"/>
  </w:num>
  <w:num w:numId="32" w16cid:durableId="1852648616">
    <w:abstractNumId w:val="28"/>
  </w:num>
  <w:num w:numId="33" w16cid:durableId="1971327493">
    <w:abstractNumId w:val="6"/>
  </w:num>
  <w:num w:numId="34" w16cid:durableId="1596598908">
    <w:abstractNumId w:val="2"/>
  </w:num>
  <w:num w:numId="35" w16cid:durableId="1542940998">
    <w:abstractNumId w:val="39"/>
  </w:num>
  <w:num w:numId="36" w16cid:durableId="1134717753">
    <w:abstractNumId w:val="19"/>
  </w:num>
  <w:num w:numId="37" w16cid:durableId="214893386">
    <w:abstractNumId w:val="18"/>
  </w:num>
  <w:num w:numId="38" w16cid:durableId="682898027">
    <w:abstractNumId w:val="12"/>
  </w:num>
  <w:num w:numId="39" w16cid:durableId="1302809322">
    <w:abstractNumId w:val="17"/>
  </w:num>
  <w:num w:numId="40" w16cid:durableId="816798480">
    <w:abstractNumId w:val="3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9A9"/>
    <w:rsid w:val="00003F68"/>
    <w:rsid w:val="0000464A"/>
    <w:rsid w:val="00011690"/>
    <w:rsid w:val="00014913"/>
    <w:rsid w:val="00035449"/>
    <w:rsid w:val="000358C0"/>
    <w:rsid w:val="00040EDD"/>
    <w:rsid w:val="00051301"/>
    <w:rsid w:val="000548F9"/>
    <w:rsid w:val="00067271"/>
    <w:rsid w:val="000723AB"/>
    <w:rsid w:val="00072932"/>
    <w:rsid w:val="00073CA9"/>
    <w:rsid w:val="000771DC"/>
    <w:rsid w:val="00081FB6"/>
    <w:rsid w:val="0008333B"/>
    <w:rsid w:val="000915D3"/>
    <w:rsid w:val="00091F70"/>
    <w:rsid w:val="000924BC"/>
    <w:rsid w:val="00094067"/>
    <w:rsid w:val="000947FF"/>
    <w:rsid w:val="000A0AE3"/>
    <w:rsid w:val="000A22E2"/>
    <w:rsid w:val="000B3675"/>
    <w:rsid w:val="000B584A"/>
    <w:rsid w:val="000B780C"/>
    <w:rsid w:val="000C06BC"/>
    <w:rsid w:val="000C1A67"/>
    <w:rsid w:val="000C5416"/>
    <w:rsid w:val="000D0995"/>
    <w:rsid w:val="000D3D43"/>
    <w:rsid w:val="000D5B58"/>
    <w:rsid w:val="000E33DE"/>
    <w:rsid w:val="000E3818"/>
    <w:rsid w:val="000E3B6F"/>
    <w:rsid w:val="000E7E8C"/>
    <w:rsid w:val="00100188"/>
    <w:rsid w:val="00105095"/>
    <w:rsid w:val="001176F2"/>
    <w:rsid w:val="00122347"/>
    <w:rsid w:val="00122C07"/>
    <w:rsid w:val="00133BBD"/>
    <w:rsid w:val="00134187"/>
    <w:rsid w:val="00135834"/>
    <w:rsid w:val="001429B3"/>
    <w:rsid w:val="00143160"/>
    <w:rsid w:val="00144012"/>
    <w:rsid w:val="00147D36"/>
    <w:rsid w:val="00157429"/>
    <w:rsid w:val="001604F9"/>
    <w:rsid w:val="00163066"/>
    <w:rsid w:val="00171164"/>
    <w:rsid w:val="00172807"/>
    <w:rsid w:val="0018159D"/>
    <w:rsid w:val="00181946"/>
    <w:rsid w:val="001822B6"/>
    <w:rsid w:val="0018276B"/>
    <w:rsid w:val="0019358C"/>
    <w:rsid w:val="001947B3"/>
    <w:rsid w:val="001A4D52"/>
    <w:rsid w:val="001B025E"/>
    <w:rsid w:val="001B3687"/>
    <w:rsid w:val="001C3E1C"/>
    <w:rsid w:val="001D5FA6"/>
    <w:rsid w:val="001D76C0"/>
    <w:rsid w:val="001E12FB"/>
    <w:rsid w:val="001E3562"/>
    <w:rsid w:val="001F4089"/>
    <w:rsid w:val="00223053"/>
    <w:rsid w:val="002245FE"/>
    <w:rsid w:val="00231A26"/>
    <w:rsid w:val="0023441D"/>
    <w:rsid w:val="00237249"/>
    <w:rsid w:val="00246F0B"/>
    <w:rsid w:val="00254D8E"/>
    <w:rsid w:val="0026115A"/>
    <w:rsid w:val="00263B3D"/>
    <w:rsid w:val="00264CCB"/>
    <w:rsid w:val="00266C36"/>
    <w:rsid w:val="00270864"/>
    <w:rsid w:val="00280B08"/>
    <w:rsid w:val="00284E0E"/>
    <w:rsid w:val="00290518"/>
    <w:rsid w:val="002936F5"/>
    <w:rsid w:val="0029530C"/>
    <w:rsid w:val="002A6A6F"/>
    <w:rsid w:val="002B1C66"/>
    <w:rsid w:val="002B25F3"/>
    <w:rsid w:val="002B5C9C"/>
    <w:rsid w:val="002C6C90"/>
    <w:rsid w:val="002C7011"/>
    <w:rsid w:val="002D276E"/>
    <w:rsid w:val="002D3A55"/>
    <w:rsid w:val="002D7109"/>
    <w:rsid w:val="002D7B6C"/>
    <w:rsid w:val="002E1293"/>
    <w:rsid w:val="002E200E"/>
    <w:rsid w:val="002E491A"/>
    <w:rsid w:val="002F29CE"/>
    <w:rsid w:val="00300604"/>
    <w:rsid w:val="003025A7"/>
    <w:rsid w:val="0030466E"/>
    <w:rsid w:val="00304A53"/>
    <w:rsid w:val="00304F35"/>
    <w:rsid w:val="00310FBD"/>
    <w:rsid w:val="00311AFB"/>
    <w:rsid w:val="00312C92"/>
    <w:rsid w:val="0031365A"/>
    <w:rsid w:val="00314704"/>
    <w:rsid w:val="00316BC0"/>
    <w:rsid w:val="00321206"/>
    <w:rsid w:val="003251EF"/>
    <w:rsid w:val="003270BD"/>
    <w:rsid w:val="00342CD7"/>
    <w:rsid w:val="00354C5D"/>
    <w:rsid w:val="00361A78"/>
    <w:rsid w:val="003623A6"/>
    <w:rsid w:val="0036543A"/>
    <w:rsid w:val="00375633"/>
    <w:rsid w:val="003808C6"/>
    <w:rsid w:val="0038581B"/>
    <w:rsid w:val="00385D5F"/>
    <w:rsid w:val="003955F9"/>
    <w:rsid w:val="003971E1"/>
    <w:rsid w:val="003A06B7"/>
    <w:rsid w:val="003A1A03"/>
    <w:rsid w:val="003B188B"/>
    <w:rsid w:val="003B2CE5"/>
    <w:rsid w:val="003B6093"/>
    <w:rsid w:val="003C42BC"/>
    <w:rsid w:val="003C5895"/>
    <w:rsid w:val="003D15F5"/>
    <w:rsid w:val="003E4B22"/>
    <w:rsid w:val="003E4D1F"/>
    <w:rsid w:val="00400B5E"/>
    <w:rsid w:val="0040371A"/>
    <w:rsid w:val="00412257"/>
    <w:rsid w:val="0041391C"/>
    <w:rsid w:val="00417A73"/>
    <w:rsid w:val="00422314"/>
    <w:rsid w:val="004238F7"/>
    <w:rsid w:val="004431C8"/>
    <w:rsid w:val="00454435"/>
    <w:rsid w:val="00457929"/>
    <w:rsid w:val="00474B28"/>
    <w:rsid w:val="00475F31"/>
    <w:rsid w:val="00477DDC"/>
    <w:rsid w:val="00484BD6"/>
    <w:rsid w:val="00492EBC"/>
    <w:rsid w:val="004A33D3"/>
    <w:rsid w:val="004A70ED"/>
    <w:rsid w:val="004B061E"/>
    <w:rsid w:val="004B27B4"/>
    <w:rsid w:val="004B3296"/>
    <w:rsid w:val="004B5A2B"/>
    <w:rsid w:val="004B7D64"/>
    <w:rsid w:val="004C544B"/>
    <w:rsid w:val="004E1B9C"/>
    <w:rsid w:val="004E229D"/>
    <w:rsid w:val="004E596E"/>
    <w:rsid w:val="004F0B99"/>
    <w:rsid w:val="004F4404"/>
    <w:rsid w:val="004F517C"/>
    <w:rsid w:val="004F5F50"/>
    <w:rsid w:val="004F624A"/>
    <w:rsid w:val="004F7EA7"/>
    <w:rsid w:val="0050035D"/>
    <w:rsid w:val="0050285F"/>
    <w:rsid w:val="00514E86"/>
    <w:rsid w:val="00530DB8"/>
    <w:rsid w:val="0053162B"/>
    <w:rsid w:val="005351C4"/>
    <w:rsid w:val="0053739F"/>
    <w:rsid w:val="00552AA6"/>
    <w:rsid w:val="00556C1B"/>
    <w:rsid w:val="005573A3"/>
    <w:rsid w:val="00565CC5"/>
    <w:rsid w:val="00566F43"/>
    <w:rsid w:val="00575FC0"/>
    <w:rsid w:val="00587371"/>
    <w:rsid w:val="00591131"/>
    <w:rsid w:val="0059507C"/>
    <w:rsid w:val="00597836"/>
    <w:rsid w:val="005A14F8"/>
    <w:rsid w:val="005A5927"/>
    <w:rsid w:val="005A7014"/>
    <w:rsid w:val="005B2FC3"/>
    <w:rsid w:val="005B4904"/>
    <w:rsid w:val="005C49A1"/>
    <w:rsid w:val="005C5015"/>
    <w:rsid w:val="005D01DA"/>
    <w:rsid w:val="005D7FA4"/>
    <w:rsid w:val="005E2E86"/>
    <w:rsid w:val="005E4938"/>
    <w:rsid w:val="005E6272"/>
    <w:rsid w:val="005F3485"/>
    <w:rsid w:val="005F60F4"/>
    <w:rsid w:val="0060171F"/>
    <w:rsid w:val="006030DF"/>
    <w:rsid w:val="00604B1E"/>
    <w:rsid w:val="00605EE6"/>
    <w:rsid w:val="00606AB8"/>
    <w:rsid w:val="00611980"/>
    <w:rsid w:val="006152D0"/>
    <w:rsid w:val="0062071F"/>
    <w:rsid w:val="00627B71"/>
    <w:rsid w:val="00627F64"/>
    <w:rsid w:val="00636E28"/>
    <w:rsid w:val="00657687"/>
    <w:rsid w:val="006651FF"/>
    <w:rsid w:val="00665B3A"/>
    <w:rsid w:val="0067280F"/>
    <w:rsid w:val="006750B1"/>
    <w:rsid w:val="00683652"/>
    <w:rsid w:val="00683679"/>
    <w:rsid w:val="00683AA8"/>
    <w:rsid w:val="006859C4"/>
    <w:rsid w:val="00686F21"/>
    <w:rsid w:val="006A0B12"/>
    <w:rsid w:val="006B3D61"/>
    <w:rsid w:val="006C1B6C"/>
    <w:rsid w:val="006D0411"/>
    <w:rsid w:val="006D6AF7"/>
    <w:rsid w:val="006E1249"/>
    <w:rsid w:val="006E1962"/>
    <w:rsid w:val="006E42E3"/>
    <w:rsid w:val="006F35BF"/>
    <w:rsid w:val="007020CA"/>
    <w:rsid w:val="00710BE6"/>
    <w:rsid w:val="00711B4C"/>
    <w:rsid w:val="00717B2C"/>
    <w:rsid w:val="007212B2"/>
    <w:rsid w:val="007360DE"/>
    <w:rsid w:val="007402B1"/>
    <w:rsid w:val="00741D40"/>
    <w:rsid w:val="00742D1A"/>
    <w:rsid w:val="00752D96"/>
    <w:rsid w:val="007603B3"/>
    <w:rsid w:val="00760F3A"/>
    <w:rsid w:val="00763CF9"/>
    <w:rsid w:val="007644C9"/>
    <w:rsid w:val="00765FB3"/>
    <w:rsid w:val="00772081"/>
    <w:rsid w:val="0077336F"/>
    <w:rsid w:val="00775828"/>
    <w:rsid w:val="00776954"/>
    <w:rsid w:val="00777667"/>
    <w:rsid w:val="00780D45"/>
    <w:rsid w:val="0078155B"/>
    <w:rsid w:val="00783FF5"/>
    <w:rsid w:val="007847F8"/>
    <w:rsid w:val="00797D7E"/>
    <w:rsid w:val="007A05CF"/>
    <w:rsid w:val="007B0382"/>
    <w:rsid w:val="007B0D54"/>
    <w:rsid w:val="007B5551"/>
    <w:rsid w:val="007D2AF0"/>
    <w:rsid w:val="007D3CD3"/>
    <w:rsid w:val="007D3D47"/>
    <w:rsid w:val="007D7BC6"/>
    <w:rsid w:val="007E5FBE"/>
    <w:rsid w:val="007F15AE"/>
    <w:rsid w:val="007F17E0"/>
    <w:rsid w:val="00801F58"/>
    <w:rsid w:val="00803655"/>
    <w:rsid w:val="0080589F"/>
    <w:rsid w:val="00814D54"/>
    <w:rsid w:val="0082159F"/>
    <w:rsid w:val="00831A7E"/>
    <w:rsid w:val="008378DA"/>
    <w:rsid w:val="00852D8B"/>
    <w:rsid w:val="00857B73"/>
    <w:rsid w:val="00864EC1"/>
    <w:rsid w:val="00865BB7"/>
    <w:rsid w:val="00873CA8"/>
    <w:rsid w:val="008853F2"/>
    <w:rsid w:val="00891025"/>
    <w:rsid w:val="008949CA"/>
    <w:rsid w:val="008A0BC1"/>
    <w:rsid w:val="008A4473"/>
    <w:rsid w:val="008A6323"/>
    <w:rsid w:val="008B6802"/>
    <w:rsid w:val="008C0465"/>
    <w:rsid w:val="008C4FB7"/>
    <w:rsid w:val="008C6F0F"/>
    <w:rsid w:val="008D4A84"/>
    <w:rsid w:val="008E61BF"/>
    <w:rsid w:val="008F0C0D"/>
    <w:rsid w:val="008F2445"/>
    <w:rsid w:val="008F6F9F"/>
    <w:rsid w:val="00904D38"/>
    <w:rsid w:val="00915B92"/>
    <w:rsid w:val="00915E76"/>
    <w:rsid w:val="00933446"/>
    <w:rsid w:val="00933754"/>
    <w:rsid w:val="0093459B"/>
    <w:rsid w:val="0093501E"/>
    <w:rsid w:val="00937D3C"/>
    <w:rsid w:val="00945982"/>
    <w:rsid w:val="00946E6F"/>
    <w:rsid w:val="00965F53"/>
    <w:rsid w:val="009663F7"/>
    <w:rsid w:val="00966A04"/>
    <w:rsid w:val="00967862"/>
    <w:rsid w:val="00973DF4"/>
    <w:rsid w:val="00976722"/>
    <w:rsid w:val="00980F65"/>
    <w:rsid w:val="0098348F"/>
    <w:rsid w:val="0098496D"/>
    <w:rsid w:val="00994CE8"/>
    <w:rsid w:val="009A0A08"/>
    <w:rsid w:val="009A1D34"/>
    <w:rsid w:val="009A3782"/>
    <w:rsid w:val="009A3CFC"/>
    <w:rsid w:val="009B11F3"/>
    <w:rsid w:val="009B146A"/>
    <w:rsid w:val="009B1A2D"/>
    <w:rsid w:val="009B2A27"/>
    <w:rsid w:val="009B6AF4"/>
    <w:rsid w:val="009C0873"/>
    <w:rsid w:val="009C162F"/>
    <w:rsid w:val="009C1E57"/>
    <w:rsid w:val="009D485A"/>
    <w:rsid w:val="009D79A9"/>
    <w:rsid w:val="009E410B"/>
    <w:rsid w:val="009E5FD9"/>
    <w:rsid w:val="009E7043"/>
    <w:rsid w:val="009F5794"/>
    <w:rsid w:val="009F7FC9"/>
    <w:rsid w:val="00A00A16"/>
    <w:rsid w:val="00A01D27"/>
    <w:rsid w:val="00A045BD"/>
    <w:rsid w:val="00A04FAA"/>
    <w:rsid w:val="00A12120"/>
    <w:rsid w:val="00A14586"/>
    <w:rsid w:val="00A22B02"/>
    <w:rsid w:val="00A26335"/>
    <w:rsid w:val="00A31D2F"/>
    <w:rsid w:val="00A4538C"/>
    <w:rsid w:val="00A4756B"/>
    <w:rsid w:val="00A47E68"/>
    <w:rsid w:val="00A50467"/>
    <w:rsid w:val="00A51C97"/>
    <w:rsid w:val="00A53895"/>
    <w:rsid w:val="00A544FF"/>
    <w:rsid w:val="00A677A7"/>
    <w:rsid w:val="00A75D12"/>
    <w:rsid w:val="00A771E9"/>
    <w:rsid w:val="00A878E1"/>
    <w:rsid w:val="00A96C28"/>
    <w:rsid w:val="00AA1649"/>
    <w:rsid w:val="00AB114A"/>
    <w:rsid w:val="00AB2023"/>
    <w:rsid w:val="00AB563C"/>
    <w:rsid w:val="00AB5FBC"/>
    <w:rsid w:val="00AB62F3"/>
    <w:rsid w:val="00AB769F"/>
    <w:rsid w:val="00AC46D2"/>
    <w:rsid w:val="00AC667F"/>
    <w:rsid w:val="00AC690F"/>
    <w:rsid w:val="00AE0AED"/>
    <w:rsid w:val="00AE4B96"/>
    <w:rsid w:val="00AF319F"/>
    <w:rsid w:val="00B00B26"/>
    <w:rsid w:val="00B05D72"/>
    <w:rsid w:val="00B06BD3"/>
    <w:rsid w:val="00B12B08"/>
    <w:rsid w:val="00B16048"/>
    <w:rsid w:val="00B1708B"/>
    <w:rsid w:val="00B17150"/>
    <w:rsid w:val="00B171B6"/>
    <w:rsid w:val="00B254DB"/>
    <w:rsid w:val="00B26885"/>
    <w:rsid w:val="00B37206"/>
    <w:rsid w:val="00B42FF0"/>
    <w:rsid w:val="00B4518F"/>
    <w:rsid w:val="00B46645"/>
    <w:rsid w:val="00B678F0"/>
    <w:rsid w:val="00B7257B"/>
    <w:rsid w:val="00B743A9"/>
    <w:rsid w:val="00B7541C"/>
    <w:rsid w:val="00B758F9"/>
    <w:rsid w:val="00B80291"/>
    <w:rsid w:val="00B854D3"/>
    <w:rsid w:val="00B867F9"/>
    <w:rsid w:val="00BA0832"/>
    <w:rsid w:val="00BA7549"/>
    <w:rsid w:val="00BB36F3"/>
    <w:rsid w:val="00BB3AAE"/>
    <w:rsid w:val="00BB45F4"/>
    <w:rsid w:val="00BC18F3"/>
    <w:rsid w:val="00BE41B6"/>
    <w:rsid w:val="00BE45FB"/>
    <w:rsid w:val="00BE4E16"/>
    <w:rsid w:val="00BF2A0F"/>
    <w:rsid w:val="00BF3092"/>
    <w:rsid w:val="00BF3D55"/>
    <w:rsid w:val="00C0039F"/>
    <w:rsid w:val="00C01955"/>
    <w:rsid w:val="00C01A2A"/>
    <w:rsid w:val="00C02E7D"/>
    <w:rsid w:val="00C03FFB"/>
    <w:rsid w:val="00C05714"/>
    <w:rsid w:val="00C0710A"/>
    <w:rsid w:val="00C10A68"/>
    <w:rsid w:val="00C10E7C"/>
    <w:rsid w:val="00C17014"/>
    <w:rsid w:val="00C25001"/>
    <w:rsid w:val="00C43034"/>
    <w:rsid w:val="00C51F3D"/>
    <w:rsid w:val="00C543CD"/>
    <w:rsid w:val="00C80449"/>
    <w:rsid w:val="00C8239B"/>
    <w:rsid w:val="00C82FD2"/>
    <w:rsid w:val="00C87AE1"/>
    <w:rsid w:val="00C91476"/>
    <w:rsid w:val="00C92084"/>
    <w:rsid w:val="00C922A1"/>
    <w:rsid w:val="00C96D48"/>
    <w:rsid w:val="00C97673"/>
    <w:rsid w:val="00CC08DD"/>
    <w:rsid w:val="00CC2A8B"/>
    <w:rsid w:val="00CD227A"/>
    <w:rsid w:val="00CD2E1A"/>
    <w:rsid w:val="00CD578C"/>
    <w:rsid w:val="00CD5EE3"/>
    <w:rsid w:val="00CD7164"/>
    <w:rsid w:val="00CE11E7"/>
    <w:rsid w:val="00CF34D1"/>
    <w:rsid w:val="00CF5644"/>
    <w:rsid w:val="00CF6E02"/>
    <w:rsid w:val="00D00020"/>
    <w:rsid w:val="00D1155B"/>
    <w:rsid w:val="00D200DF"/>
    <w:rsid w:val="00D349EB"/>
    <w:rsid w:val="00D366C2"/>
    <w:rsid w:val="00D47712"/>
    <w:rsid w:val="00D50780"/>
    <w:rsid w:val="00D50C4E"/>
    <w:rsid w:val="00D56B84"/>
    <w:rsid w:val="00D614D4"/>
    <w:rsid w:val="00D61C44"/>
    <w:rsid w:val="00D665A1"/>
    <w:rsid w:val="00D70F46"/>
    <w:rsid w:val="00D717E9"/>
    <w:rsid w:val="00D7695F"/>
    <w:rsid w:val="00D76AEA"/>
    <w:rsid w:val="00D84810"/>
    <w:rsid w:val="00D85B86"/>
    <w:rsid w:val="00D90D55"/>
    <w:rsid w:val="00DA3A84"/>
    <w:rsid w:val="00DA686A"/>
    <w:rsid w:val="00DB24C5"/>
    <w:rsid w:val="00DB3C56"/>
    <w:rsid w:val="00DB4B27"/>
    <w:rsid w:val="00DB5665"/>
    <w:rsid w:val="00DB724E"/>
    <w:rsid w:val="00DC0B6E"/>
    <w:rsid w:val="00DC38FE"/>
    <w:rsid w:val="00DC6CEB"/>
    <w:rsid w:val="00DD348D"/>
    <w:rsid w:val="00DE1696"/>
    <w:rsid w:val="00DE178C"/>
    <w:rsid w:val="00DE1E4B"/>
    <w:rsid w:val="00DE3486"/>
    <w:rsid w:val="00DF0029"/>
    <w:rsid w:val="00DF2B0A"/>
    <w:rsid w:val="00DF476F"/>
    <w:rsid w:val="00E00894"/>
    <w:rsid w:val="00E00A37"/>
    <w:rsid w:val="00E06E3E"/>
    <w:rsid w:val="00E10C25"/>
    <w:rsid w:val="00E23BFA"/>
    <w:rsid w:val="00E23E68"/>
    <w:rsid w:val="00E2486E"/>
    <w:rsid w:val="00E34EC4"/>
    <w:rsid w:val="00E42572"/>
    <w:rsid w:val="00E47905"/>
    <w:rsid w:val="00E550B6"/>
    <w:rsid w:val="00E55284"/>
    <w:rsid w:val="00E55F21"/>
    <w:rsid w:val="00E62DFF"/>
    <w:rsid w:val="00E64BDB"/>
    <w:rsid w:val="00E72DF2"/>
    <w:rsid w:val="00E8425F"/>
    <w:rsid w:val="00E84A55"/>
    <w:rsid w:val="00E92E23"/>
    <w:rsid w:val="00E965C9"/>
    <w:rsid w:val="00E96C94"/>
    <w:rsid w:val="00EA2884"/>
    <w:rsid w:val="00EA6B38"/>
    <w:rsid w:val="00EB55A7"/>
    <w:rsid w:val="00EC118F"/>
    <w:rsid w:val="00EC1FEE"/>
    <w:rsid w:val="00EC285A"/>
    <w:rsid w:val="00EC45CE"/>
    <w:rsid w:val="00EC6817"/>
    <w:rsid w:val="00ED09A9"/>
    <w:rsid w:val="00ED3C69"/>
    <w:rsid w:val="00EE1908"/>
    <w:rsid w:val="00EE1D28"/>
    <w:rsid w:val="00EE1EFD"/>
    <w:rsid w:val="00EE5A16"/>
    <w:rsid w:val="00EF1366"/>
    <w:rsid w:val="00EF37B5"/>
    <w:rsid w:val="00EF721C"/>
    <w:rsid w:val="00F00129"/>
    <w:rsid w:val="00F01A59"/>
    <w:rsid w:val="00F044F1"/>
    <w:rsid w:val="00F10640"/>
    <w:rsid w:val="00F161EF"/>
    <w:rsid w:val="00F16C9A"/>
    <w:rsid w:val="00F26139"/>
    <w:rsid w:val="00F31E3D"/>
    <w:rsid w:val="00F323E3"/>
    <w:rsid w:val="00F32AE6"/>
    <w:rsid w:val="00F4137E"/>
    <w:rsid w:val="00F425CA"/>
    <w:rsid w:val="00F437F9"/>
    <w:rsid w:val="00F5124B"/>
    <w:rsid w:val="00F53CDE"/>
    <w:rsid w:val="00F57B9F"/>
    <w:rsid w:val="00F62B52"/>
    <w:rsid w:val="00F641E2"/>
    <w:rsid w:val="00F7067D"/>
    <w:rsid w:val="00F74DA5"/>
    <w:rsid w:val="00F915A4"/>
    <w:rsid w:val="00F92DCB"/>
    <w:rsid w:val="00F974F5"/>
    <w:rsid w:val="00FA004F"/>
    <w:rsid w:val="00FA5425"/>
    <w:rsid w:val="00FA5B8B"/>
    <w:rsid w:val="00FB3C3E"/>
    <w:rsid w:val="00FC1148"/>
    <w:rsid w:val="00FC160C"/>
    <w:rsid w:val="00FE09B7"/>
    <w:rsid w:val="00FE36A4"/>
    <w:rsid w:val="00FE73DE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8CB70"/>
  <w15:docId w15:val="{27B04ECB-FD3D-4991-8ED4-D6B7C282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6B38"/>
    <w:rPr>
      <w:rFonts w:ascii="Century Gothic" w:hAnsi="Century Gothic"/>
    </w:rPr>
  </w:style>
  <w:style w:type="paragraph" w:styleId="Nagwek2">
    <w:name w:val="heading 2"/>
    <w:basedOn w:val="Normalny"/>
    <w:next w:val="Normalny"/>
    <w:link w:val="Nagwek2Znak"/>
    <w:qFormat/>
    <w:rsid w:val="00665B3A"/>
    <w:pPr>
      <w:keepNext/>
      <w:outlineLvl w:val="1"/>
    </w:pPr>
    <w:rPr>
      <w:rFonts w:ascii="Arial Narrow" w:hAnsi="Arial Narrow"/>
      <w:b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F44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qFormat/>
    <w:rsid w:val="00665B3A"/>
    <w:pPr>
      <w:keepNext/>
      <w:jc w:val="both"/>
      <w:outlineLvl w:val="5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7A05CF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7A05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ocked/>
    <w:rsid w:val="007A05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7A05CF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92EBC"/>
    <w:rPr>
      <w:b/>
      <w:bCs/>
      <w:i w:val="0"/>
      <w:iCs w:val="0"/>
    </w:rPr>
  </w:style>
  <w:style w:type="paragraph" w:styleId="Tekstdymka">
    <w:name w:val="Balloon Text"/>
    <w:basedOn w:val="Normalny"/>
    <w:link w:val="TekstdymkaZnak"/>
    <w:rsid w:val="003D15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15F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D15F5"/>
    <w:pPr>
      <w:spacing w:after="140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D15F5"/>
    <w:rPr>
      <w:b/>
      <w:bCs/>
    </w:rPr>
  </w:style>
  <w:style w:type="paragraph" w:styleId="Tekstpodstawowywcity">
    <w:name w:val="Body Text Indent"/>
    <w:basedOn w:val="Normalny"/>
    <w:link w:val="TekstpodstawowywcityZnak"/>
    <w:rsid w:val="00636E2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6E28"/>
    <w:rPr>
      <w:rFonts w:ascii="Century Gothic" w:hAnsi="Century Gothic"/>
    </w:rPr>
  </w:style>
  <w:style w:type="paragraph" w:styleId="Akapitzlist">
    <w:name w:val="List Paragraph"/>
    <w:basedOn w:val="Normalny"/>
    <w:uiPriority w:val="34"/>
    <w:qFormat/>
    <w:rsid w:val="00ED3C6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6E1249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1249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665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5B3A"/>
    <w:rPr>
      <w:rFonts w:ascii="Century Gothic" w:hAnsi="Century Gothic"/>
    </w:rPr>
  </w:style>
  <w:style w:type="paragraph" w:styleId="Tekstpodstawowy2">
    <w:name w:val="Body Text 2"/>
    <w:basedOn w:val="Normalny"/>
    <w:link w:val="Tekstpodstawowy2Znak"/>
    <w:rsid w:val="00665B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65B3A"/>
    <w:rPr>
      <w:rFonts w:ascii="Century Gothic" w:hAnsi="Century Gothic"/>
    </w:rPr>
  </w:style>
  <w:style w:type="paragraph" w:styleId="Tekstpodstawowywcity2">
    <w:name w:val="Body Text Indent 2"/>
    <w:basedOn w:val="Normalny"/>
    <w:link w:val="Tekstpodstawowywcity2Znak"/>
    <w:rsid w:val="00665B3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65B3A"/>
    <w:rPr>
      <w:rFonts w:ascii="Century Gothic" w:hAnsi="Century Gothic"/>
    </w:rPr>
  </w:style>
  <w:style w:type="character" w:customStyle="1" w:styleId="Nagwek2Znak">
    <w:name w:val="Nagłówek 2 Znak"/>
    <w:basedOn w:val="Domylnaczcionkaakapitu"/>
    <w:link w:val="Nagwek2"/>
    <w:rsid w:val="00665B3A"/>
    <w:rPr>
      <w:rFonts w:ascii="Arial Narrow" w:hAnsi="Arial Narrow"/>
      <w:b/>
      <w:sz w:val="28"/>
    </w:rPr>
  </w:style>
  <w:style w:type="character" w:customStyle="1" w:styleId="Nagwek6Znak">
    <w:name w:val="Nagłówek 6 Znak"/>
    <w:basedOn w:val="Domylnaczcionkaakapitu"/>
    <w:link w:val="Nagwek6"/>
    <w:rsid w:val="00665B3A"/>
    <w:rPr>
      <w:b/>
      <w:bCs/>
      <w:sz w:val="24"/>
      <w:szCs w:val="24"/>
    </w:rPr>
  </w:style>
  <w:style w:type="paragraph" w:styleId="Tekstblokowy">
    <w:name w:val="Block Text"/>
    <w:basedOn w:val="Normalny"/>
    <w:rsid w:val="00665B3A"/>
    <w:pPr>
      <w:ind w:left="720" w:right="43"/>
      <w:jc w:val="both"/>
    </w:pPr>
    <w:rPr>
      <w:rFonts w:ascii="Times New Roman" w:hAnsi="Times New Roman"/>
      <w:sz w:val="24"/>
      <w:szCs w:val="24"/>
    </w:rPr>
  </w:style>
  <w:style w:type="paragraph" w:customStyle="1" w:styleId="niv1">
    <w:name w:val="niv1"/>
    <w:basedOn w:val="Normalny"/>
    <w:rsid w:val="00665B3A"/>
    <w:pPr>
      <w:ind w:left="1134" w:hanging="1134"/>
      <w:jc w:val="both"/>
    </w:pPr>
    <w:rPr>
      <w:rFonts w:ascii="Times New Roman" w:hAnsi="Times New Roman"/>
      <w:sz w:val="24"/>
      <w:lang w:val="en-GB" w:eastAsia="en-US"/>
    </w:rPr>
  </w:style>
  <w:style w:type="paragraph" w:customStyle="1" w:styleId="Default">
    <w:name w:val="Default"/>
    <w:rsid w:val="00375633"/>
    <w:pPr>
      <w:autoSpaceDE w:val="0"/>
      <w:autoSpaceDN w:val="0"/>
      <w:adjustRightInd w:val="0"/>
    </w:pPr>
    <w:rPr>
      <w:rFonts w:ascii="Georgia" w:eastAsia="Calibri" w:hAnsi="Georgia" w:cs="Georgia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rsid w:val="00375633"/>
    <w:rPr>
      <w:color w:val="0000FF" w:themeColor="hyperlink"/>
      <w:u w:val="single"/>
    </w:rPr>
  </w:style>
  <w:style w:type="paragraph" w:customStyle="1" w:styleId="Tekstpodstawowywcity31">
    <w:name w:val="Tekst podstawowy wcięty 31"/>
    <w:basedOn w:val="Normalny"/>
    <w:rsid w:val="00797D7E"/>
    <w:pPr>
      <w:tabs>
        <w:tab w:val="left" w:pos="1134"/>
      </w:tabs>
      <w:suppressAutoHyphens/>
      <w:overflowPunct w:val="0"/>
      <w:autoSpaceDE w:val="0"/>
      <w:ind w:left="1134" w:hanging="567"/>
      <w:jc w:val="both"/>
    </w:pPr>
    <w:rPr>
      <w:rFonts w:ascii="Arial" w:hAnsi="Arial" w:cs="Arial"/>
      <w:sz w:val="24"/>
      <w:lang w:eastAsia="ar-SA"/>
    </w:rPr>
  </w:style>
  <w:style w:type="character" w:styleId="Odwoaniedokomentarza">
    <w:name w:val="annotation reference"/>
    <w:rsid w:val="00475F3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75F31"/>
    <w:rPr>
      <w:rFonts w:ascii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rsid w:val="00475F31"/>
  </w:style>
  <w:style w:type="character" w:customStyle="1" w:styleId="Nagwek4Znak">
    <w:name w:val="Nagłówek 4 Znak"/>
    <w:basedOn w:val="Domylnaczcionkaakapitu"/>
    <w:link w:val="Nagwek4"/>
    <w:semiHidden/>
    <w:rsid w:val="004F44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semiHidden/>
    <w:unhideWhenUsed/>
    <w:rsid w:val="00147D3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7D36"/>
    <w:rPr>
      <w:rFonts w:ascii="Century Gothic" w:hAnsi="Century Gothic"/>
    </w:rPr>
  </w:style>
  <w:style w:type="character" w:styleId="Odwoanieprzypisudolnego">
    <w:name w:val="footnote reference"/>
    <w:basedOn w:val="Domylnaczcionkaakapitu"/>
    <w:semiHidden/>
    <w:unhideWhenUsed/>
    <w:rsid w:val="00147D36"/>
    <w:rPr>
      <w:vertAlign w:val="superscript"/>
    </w:rPr>
  </w:style>
  <w:style w:type="character" w:customStyle="1" w:styleId="NagwekZnak">
    <w:name w:val="Nagłówek Znak"/>
    <w:link w:val="Nagwek"/>
    <w:locked/>
    <w:rsid w:val="003E4B22"/>
    <w:rPr>
      <w:rFonts w:ascii="Century Gothic" w:hAnsi="Century Gothic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3034"/>
    <w:rPr>
      <w:rFonts w:ascii="Century Gothic" w:hAnsi="Century Gothic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3034"/>
    <w:rPr>
      <w:rFonts w:ascii="Century Gothic" w:hAnsi="Century Gothic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238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1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858573">
                          <w:marLeft w:val="0"/>
                          <w:marRight w:val="64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6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ARZ~1.GOL\USTAWI~1\Temp\Katalog%20tymczasowy%2022%20dla%20Papiery_dot.zip\Papier_do_korespondencji_dla_Siedziby\Papier%20do%20korespondencji%20zewnetrznej%20wersja%20angielska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A5314E5FCF9242988A41BB72E8B8E8" ma:contentTypeVersion="1" ma:contentTypeDescription="Utwórz nowy dokument." ma:contentTypeScope="" ma:versionID="2706e3ab24a862c6c6449f30b4b2c988">
  <xsd:schema xmlns:xsd="http://www.w3.org/2001/XMLSchema" xmlns:xs="http://www.w3.org/2001/XMLSchema" xmlns:p="http://schemas.microsoft.com/office/2006/metadata/properties" xmlns:ns2="da3139ae-23c0-4c55-a925-e58dc2ab6c28" targetNamespace="http://schemas.microsoft.com/office/2006/metadata/properties" ma:root="true" ma:fieldsID="6106fd2130a77172fd52758b257eedc0" ns2:_="">
    <xsd:import namespace="da3139ae-23c0-4c55-a925-e58dc2ab6c2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139ae-23c0-4c55-a925-e58dc2ab6c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CF2FF4-A683-4B37-8B2C-43D53D423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3139ae-23c0-4c55-a925-e58dc2ab6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A4CFAB-893E-4242-883B-3359DCCEC5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A97188-BD16-4768-92FA-27B4D5849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9AA3E2-281C-41E9-8147-78D570182D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do korespondencji zewnetrznej wersja angielska .dot</Template>
  <TotalTime>3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Ewelina Dzierżek</dc:title>
  <dc:subject>Firmówki</dc:subject>
  <dc:creator/>
  <cp:lastModifiedBy>Piotr Xet</cp:lastModifiedBy>
  <cp:revision>13</cp:revision>
  <cp:lastPrinted>2009-07-06T09:33:00Z</cp:lastPrinted>
  <dcterms:created xsi:type="dcterms:W3CDTF">2023-12-05T15:48:00Z</dcterms:created>
  <dcterms:modified xsi:type="dcterms:W3CDTF">2025-12-19T15:53:00Z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0x01010022A5314E5FCF9242988A41BB72E8B8E8</vt:lpwstr>
  </property>
</Properties>
</file>